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FB06E36" w14:textId="77777777" w:rsidR="00857962" w:rsidRPr="00993B7D" w:rsidRDefault="005D7142" w:rsidP="00486BD1">
      <w:pPr>
        <w:pStyle w:val="Title"/>
      </w:pPr>
      <w:r>
        <w:rPr>
          <w:noProof/>
        </w:rPr>
        <w:pict w14:anchorId="5461DDAB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14:paraId="74903A8C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4981D4A5"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14:paraId="44B69338" w14:textId="77777777"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14C78A85"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 w14:anchorId="4619DC38"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 w14:anchorId="69222A41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14:paraId="03A37077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14:paraId="301E4213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14:paraId="13D99943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1DD96853" w14:textId="77777777"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-mail: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5EBBFE9D" wp14:editId="6D23C8AA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0D616B9"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14:paraId="377A9698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14:paraId="74F00BE0" w14:textId="77777777"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</w:p>
                <w:p w14:paraId="3804753B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1E121ECB" w14:textId="77777777"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38341ABA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1F22843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14:paraId="01FF7241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3FCEC7E8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14:paraId="7AD7F42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9BDBFED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14:paraId="0F78BF71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0" w:name="_Toc197439965"/>
      <w:r w:rsidR="00857962" w:rsidRPr="00993B7D">
        <w:lastRenderedPageBreak/>
        <w:t>Document Revisions</w:t>
      </w:r>
      <w:bookmarkEnd w:id="0"/>
    </w:p>
    <w:p w14:paraId="4E80C6F0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79243A12" w14:textId="77777777">
        <w:tc>
          <w:tcPr>
            <w:tcW w:w="1908" w:type="dxa"/>
          </w:tcPr>
          <w:p w14:paraId="3D5CBD4E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29D72431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3D9430E3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6599589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DD4BAEC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6513EFA3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48DD1C74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17BB8FA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6E9945E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9EDB45E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2D21EF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1B250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0273F8B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3618FFD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81B9009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15EEF3B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D2897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FEFA0D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16FA74C9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8770A98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20C645A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4072BA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C5DE06A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2B2DFE7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9DE12A7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377E7BA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A5B1149" w14:textId="77777777" w:rsidR="00857962" w:rsidRPr="00460028" w:rsidRDefault="00857962" w:rsidP="00AF615B">
            <w:pPr>
              <w:pStyle w:val="BodyText"/>
            </w:pPr>
          </w:p>
        </w:tc>
      </w:tr>
    </w:tbl>
    <w:p w14:paraId="03449E94" w14:textId="77777777" w:rsidR="009E1230" w:rsidRPr="00460028" w:rsidRDefault="00857962" w:rsidP="000A016B">
      <w:pPr>
        <w:pStyle w:val="BlockText"/>
      </w:pPr>
      <w:r w:rsidRPr="00460028">
        <w:br w:type="page"/>
      </w:r>
    </w:p>
    <w:p w14:paraId="7A843854" w14:textId="77777777" w:rsidR="00460028" w:rsidRPr="00993B7D" w:rsidRDefault="00460028" w:rsidP="00993B7D">
      <w:pPr>
        <w:pStyle w:val="Title"/>
      </w:pPr>
      <w:bookmarkStart w:id="1" w:name="_Toc197439966"/>
      <w:r w:rsidRPr="00993B7D">
        <w:lastRenderedPageBreak/>
        <w:t>Table of Contents</w:t>
      </w:r>
      <w:bookmarkEnd w:id="1"/>
    </w:p>
    <w:p w14:paraId="3D71E0EF" w14:textId="77777777" w:rsidR="00855820" w:rsidRPr="00437340" w:rsidRDefault="00864D0A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14:paraId="54CF0950" w14:textId="77777777"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_Toc197439966 \h </w:instrText>
      </w:r>
      <w:r w:rsidR="00864D0A" w:rsidRPr="00437340">
        <w:fldChar w:fldCharType="separate"/>
      </w:r>
      <w:r w:rsidRPr="00437340">
        <w:t>4</w:t>
      </w:r>
      <w:r w:rsidR="00864D0A" w:rsidRPr="00437340">
        <w:fldChar w:fldCharType="end"/>
      </w:r>
    </w:p>
    <w:p w14:paraId="25A52FC2" w14:textId="77777777"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_Toc197439968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D25FC51" w14:textId="77777777"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_Toc197439969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54D9D45" w14:textId="77777777"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_Toc197439970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D9744D8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_Toc197439971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3F38F81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_Toc197439972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0791B01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_Toc197439973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7B1C5ABB" w14:textId="77777777"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_Toc197439974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09D1C0FB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_Toc197439975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4EE5193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_Toc197439976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4604A65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_Toc197439977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3B6D8E1A" w14:textId="77777777"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_Toc197439978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74F14E0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_Toc197439979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684ACFBC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_Toc197439980 \h </w:instrText>
      </w:r>
      <w:r w:rsidR="00864D0A" w:rsidRPr="00437340">
        <w:fldChar w:fldCharType="separate"/>
      </w:r>
      <w:r w:rsidRPr="00437340">
        <w:t>7</w:t>
      </w:r>
      <w:r w:rsidR="00864D0A" w:rsidRPr="00437340">
        <w:fldChar w:fldCharType="end"/>
      </w:r>
    </w:p>
    <w:p w14:paraId="191048E0" w14:textId="77777777" w:rsidR="005207B2" w:rsidRDefault="00864D0A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14:paraId="20C86A3B" w14:textId="77777777" w:rsidR="00985597" w:rsidRPr="00993B7D" w:rsidRDefault="00460028" w:rsidP="00993B7D">
      <w:pPr>
        <w:pStyle w:val="Title"/>
      </w:pPr>
      <w:r>
        <w:br w:type="page"/>
      </w:r>
    </w:p>
    <w:p w14:paraId="43A01D65" w14:textId="77777777"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14:paraId="70947BDD" w14:textId="77777777" w:rsidR="003C44EB" w:rsidRPr="00993B7D" w:rsidRDefault="003C44EB" w:rsidP="000A691D">
      <w:pPr>
        <w:pStyle w:val="Heading1"/>
      </w:pPr>
      <w:bookmarkStart w:id="2" w:name="_Toc216489705"/>
      <w:bookmarkStart w:id="3" w:name="_Toc197439968"/>
      <w:r w:rsidRPr="00993B7D">
        <w:t>Introduction</w:t>
      </w:r>
      <w:bookmarkEnd w:id="2"/>
      <w:bookmarkEnd w:id="3"/>
    </w:p>
    <w:p w14:paraId="0B60B4C4" w14:textId="77777777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180370D6" w14:textId="77777777" w:rsidR="003C44EB" w:rsidRPr="00993B7D" w:rsidRDefault="00EA5A55" w:rsidP="00993B7D">
      <w:pPr>
        <w:pStyle w:val="Heading1"/>
      </w:pPr>
      <w:bookmarkStart w:id="4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4"/>
    </w:p>
    <w:p w14:paraId="570C8CF8" w14:textId="77777777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14:paraId="1788EE06" w14:textId="77777777" w:rsidR="003C44EB" w:rsidRPr="00993B7D" w:rsidRDefault="006A2AB1" w:rsidP="00993B7D">
      <w:pPr>
        <w:pStyle w:val="Heading1"/>
      </w:pPr>
      <w:bookmarkStart w:id="5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5"/>
    </w:p>
    <w:p w14:paraId="7B200D2E" w14:textId="77777777" w:rsidR="003C44EB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14:paraId="17A695F9" w14:textId="77777777" w:rsidR="003C44EB" w:rsidRPr="00993B7D" w:rsidRDefault="007211F8" w:rsidP="000A691D">
      <w:pPr>
        <w:pStyle w:val="Heading2"/>
      </w:pPr>
      <w:bookmarkStart w:id="6" w:name="_Toc306710222"/>
      <w:bookmarkStart w:id="7" w:name="_Toc306710369"/>
      <w:bookmarkStart w:id="8" w:name="_Toc197439971"/>
      <w:r>
        <w:t>Physical</w:t>
      </w:r>
      <w:r w:rsidR="006C1086">
        <w:t xml:space="preserve"> </w:t>
      </w:r>
      <w:r w:rsidR="00B5774F" w:rsidRPr="00993B7D">
        <w:t>AtoN</w:t>
      </w:r>
      <w:bookmarkEnd w:id="6"/>
      <w:bookmarkEnd w:id="7"/>
      <w:bookmarkEnd w:id="8"/>
    </w:p>
    <w:p w14:paraId="6CD43976" w14:textId="77777777" w:rsidR="007F71BF" w:rsidRDefault="000A691D" w:rsidP="000A691D">
      <w:pPr>
        <w:pStyle w:val="BodyText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14:paraId="24AD5310" w14:textId="77777777" w:rsidR="004737EC" w:rsidRDefault="00755EFC" w:rsidP="004B3673">
      <w:pPr>
        <w:pStyle w:val="Bullet1"/>
      </w:pPr>
      <w:r>
        <w:t>a</w:t>
      </w:r>
      <w:r w:rsidR="004737EC">
        <w:t>s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14:paraId="28585592" w14:textId="77777777" w:rsidR="00D135F8" w:rsidRDefault="00755EFC" w:rsidP="004B3673">
      <w:pPr>
        <w:pStyle w:val="Bullet1"/>
      </w:pPr>
      <w:r>
        <w:t>t</w:t>
      </w:r>
      <w:r w:rsidR="00D135F8">
        <w:t xml:space="preserve">he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5FD783D3" w14:textId="77777777" w:rsidR="00D135F8" w:rsidRDefault="007F71BF" w:rsidP="004B3673">
      <w:pPr>
        <w:pStyle w:val="Bullet1"/>
      </w:pPr>
      <w:r>
        <w:t>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69E921EC" w14:textId="77777777" w:rsidR="00D135F8" w:rsidRDefault="00755EFC" w:rsidP="004B3673">
      <w:pPr>
        <w:pStyle w:val="Bullet2"/>
      </w:pPr>
      <w:r>
        <w:t>c</w:t>
      </w:r>
      <w:r w:rsidR="00D135F8">
        <w:t>ontainers, in favourable sea conditions;</w:t>
      </w:r>
    </w:p>
    <w:p w14:paraId="2FC746A2" w14:textId="77777777" w:rsidR="0082756A" w:rsidRDefault="00755EFC" w:rsidP="004B3673">
      <w:pPr>
        <w:pStyle w:val="Bullet2"/>
      </w:pPr>
      <w:r>
        <w:t>w</w:t>
      </w:r>
      <w:r w:rsidR="004B3673">
        <w:t>ood debris</w:t>
      </w:r>
      <w:r w:rsidR="0082756A">
        <w:t>, when feasible</w:t>
      </w:r>
      <w:r w:rsidR="007F71BF">
        <w:t>;</w:t>
      </w:r>
    </w:p>
    <w:p w14:paraId="0AED7DE9" w14:textId="77777777" w:rsidR="003C44EB" w:rsidRDefault="00755EFC" w:rsidP="004B3673">
      <w:pPr>
        <w:pStyle w:val="Bullet2"/>
      </w:pPr>
      <w:r>
        <w:t>d</w:t>
      </w:r>
      <w:r w:rsidR="0082756A">
        <w:t>ebris spread over large areas</w:t>
      </w:r>
      <w:r w:rsidR="00380262">
        <w:t>;</w:t>
      </w:r>
    </w:p>
    <w:p w14:paraId="54040AF1" w14:textId="77777777" w:rsidR="00B5774F" w:rsidRDefault="00755EFC" w:rsidP="004B3673">
      <w:pPr>
        <w:pStyle w:val="Bullet1"/>
      </w:pPr>
      <w:r>
        <w:t>t</w:t>
      </w:r>
      <w:r w:rsidR="007F71BF">
        <w:t>he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14:paraId="3A249B57" w14:textId="77777777" w:rsidR="00E428AC" w:rsidRDefault="00755EFC" w:rsidP="004B3673">
      <w:pPr>
        <w:pStyle w:val="Bullet1"/>
      </w:pPr>
      <w:r>
        <w:t>r</w:t>
      </w:r>
      <w:r w:rsidR="00F50B1C">
        <w:t>ecovery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29681FA4" w14:textId="77777777" w:rsidR="00380262" w:rsidRDefault="00755EFC" w:rsidP="004B3673">
      <w:pPr>
        <w:pStyle w:val="Bullet1"/>
      </w:pPr>
      <w:r>
        <w:t>t</w:t>
      </w:r>
      <w:r w:rsidR="00E428AC">
        <w:t xml:space="preserve">he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1A92918D" w14:textId="77777777"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14:paraId="03E67FD4" w14:textId="77777777" w:rsidR="003C44EB" w:rsidRPr="00993B7D" w:rsidRDefault="00B5774F" w:rsidP="000A691D">
      <w:pPr>
        <w:pStyle w:val="Heading2"/>
      </w:pPr>
      <w:bookmarkStart w:id="9" w:name="_Toc306710223"/>
      <w:bookmarkStart w:id="10" w:name="_Toc306710370"/>
      <w:bookmarkStart w:id="11" w:name="_Toc197439972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9"/>
      <w:bookmarkEnd w:id="10"/>
      <w:bookmarkEnd w:id="11"/>
    </w:p>
    <w:p w14:paraId="3CC2A4EF" w14:textId="77777777" w:rsidR="00380262" w:rsidRDefault="00380262" w:rsidP="00B8537D">
      <w:pPr>
        <w:pStyle w:val="BodyText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14:paraId="123E3227" w14:textId="77777777" w:rsidR="00380262" w:rsidRPr="000A691D" w:rsidRDefault="007211F8" w:rsidP="000A691D">
      <w:pPr>
        <w:pStyle w:val="Bullet1"/>
      </w:pPr>
      <w:r>
        <w:t>timeliness</w:t>
      </w:r>
      <w:r w:rsidR="003A793B" w:rsidRPr="000A691D">
        <w:t>;</w:t>
      </w:r>
    </w:p>
    <w:p w14:paraId="7716C706" w14:textId="77777777" w:rsidR="00E428AC" w:rsidRPr="000A691D" w:rsidRDefault="00755EFC" w:rsidP="000A691D">
      <w:pPr>
        <w:pStyle w:val="Bullet1"/>
      </w:pPr>
      <w:r>
        <w:t>l</w:t>
      </w:r>
      <w:r w:rsidR="007211F8">
        <w:t xml:space="preserve">imitation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14:paraId="3FDE2E9C" w14:textId="77777777" w:rsidR="00E428AC" w:rsidRPr="000A691D" w:rsidRDefault="00755EFC" w:rsidP="000A691D">
      <w:pPr>
        <w:pStyle w:val="Bullet1"/>
      </w:pPr>
      <w:r>
        <w:t>s</w:t>
      </w:r>
      <w:r w:rsidR="00380262" w:rsidRPr="000A691D">
        <w:t xml:space="preserve">uitability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49AEF335" w14:textId="77777777" w:rsidR="00E428AC" w:rsidRPr="000A691D" w:rsidRDefault="00755EFC" w:rsidP="004B3673">
      <w:pPr>
        <w:pStyle w:val="Bullet1"/>
      </w:pPr>
      <w:r>
        <w:t>t</w:t>
      </w:r>
      <w:r w:rsidR="0082756A" w:rsidRPr="000A691D">
        <w:t xml:space="preserve">he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14:paraId="57B51E9B" w14:textId="77777777" w:rsidR="0039581F" w:rsidRPr="000A691D" w:rsidRDefault="00755EFC" w:rsidP="000A691D">
      <w:pPr>
        <w:pStyle w:val="Bullet1"/>
      </w:pPr>
      <w:proofErr w:type="gramStart"/>
      <w:r>
        <w:lastRenderedPageBreak/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symbology for floating wreckage.</w:t>
      </w:r>
    </w:p>
    <w:p w14:paraId="5A63FECB" w14:textId="77777777" w:rsidR="00CA1F70" w:rsidRDefault="00CA1F70" w:rsidP="00CA1F70">
      <w:pPr>
        <w:pStyle w:val="Heading2"/>
        <w:tabs>
          <w:tab w:val="left" w:pos="1134"/>
        </w:tabs>
      </w:pPr>
      <w:bookmarkStart w:id="12" w:name="_Toc197439973"/>
      <w:bookmarkStart w:id="13" w:name="_Toc216489709"/>
      <w:r>
        <w:t>Type of MBS mark to be used</w:t>
      </w:r>
      <w:bookmarkEnd w:id="12"/>
    </w:p>
    <w:p w14:paraId="49328D75" w14:textId="77777777" w:rsidR="00CA1F70" w:rsidRDefault="00CA1F70" w:rsidP="00B8537D">
      <w:pPr>
        <w:pStyle w:val="BodyText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14:paraId="3369A7EF" w14:textId="77777777"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14:paraId="775C3AE9" w14:textId="77777777"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14:paraId="284CFA9A" w14:textId="77777777"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14:paraId="2C36A676" w14:textId="77777777" w:rsidR="003C44EB" w:rsidRPr="00993B7D" w:rsidRDefault="00F700DA" w:rsidP="00993B7D">
      <w:pPr>
        <w:pStyle w:val="Heading1"/>
      </w:pPr>
      <w:bookmarkStart w:id="14" w:name="_Toc197439974"/>
      <w:r w:rsidRPr="00993B7D">
        <w:t>Monitoring and reporting</w:t>
      </w:r>
      <w:bookmarkEnd w:id="13"/>
      <w:bookmarkEnd w:id="14"/>
    </w:p>
    <w:p w14:paraId="479CBF67" w14:textId="7777777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14:paraId="6367B7A5" w14:textId="77777777" w:rsidR="003C44EB" w:rsidRPr="00993B7D" w:rsidRDefault="006B3013" w:rsidP="000A691D">
      <w:pPr>
        <w:pStyle w:val="Heading2"/>
      </w:pPr>
      <w:bookmarkStart w:id="15" w:name="_Toc306710224"/>
      <w:bookmarkStart w:id="16" w:name="_Toc306710371"/>
      <w:bookmarkStart w:id="17" w:name="_Toc197439975"/>
      <w:r w:rsidRPr="00993B7D">
        <w:t>Monitoring</w:t>
      </w:r>
      <w:bookmarkEnd w:id="15"/>
      <w:bookmarkEnd w:id="16"/>
      <w:bookmarkEnd w:id="17"/>
    </w:p>
    <w:p w14:paraId="1CFD1DFE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35746613" w14:textId="77777777"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4D7CC7B6" w14:textId="77777777"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14:paraId="47065EAB" w14:textId="77777777" w:rsidR="00F50B1C" w:rsidRPr="00F50B1C" w:rsidRDefault="006B3013" w:rsidP="000A691D">
      <w:pPr>
        <w:pStyle w:val="Heading2"/>
      </w:pPr>
      <w:bookmarkStart w:id="18" w:name="_Toc306710225"/>
      <w:bookmarkStart w:id="19" w:name="_Toc306710372"/>
      <w:bookmarkStart w:id="20" w:name="_Toc197439976"/>
      <w:r w:rsidRPr="00993B7D">
        <w:t>Reporting</w:t>
      </w:r>
      <w:bookmarkEnd w:id="18"/>
      <w:bookmarkEnd w:id="19"/>
      <w:bookmarkEnd w:id="20"/>
    </w:p>
    <w:p w14:paraId="5A6A9FE2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4784922B" w14:textId="77777777"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14:paraId="43E85922" w14:textId="77777777" w:rsidR="00717544" w:rsidRDefault="00B8537D" w:rsidP="000A691D">
      <w:pPr>
        <w:pStyle w:val="Bullet1"/>
      </w:pPr>
      <w:bookmarkStart w:id="21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1"/>
      <w:r w:rsidR="009653BC">
        <w:t>;</w:t>
      </w:r>
    </w:p>
    <w:p w14:paraId="43B03B34" w14:textId="77777777" w:rsidR="009653BC" w:rsidRDefault="009653BC" w:rsidP="000A691D">
      <w:pPr>
        <w:pStyle w:val="Bullet1"/>
      </w:pPr>
      <w:r>
        <w:t>is considered by the Coastal State that positional information requires updating;</w:t>
      </w:r>
    </w:p>
    <w:p w14:paraId="5ADC092A" w14:textId="77777777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14:paraId="465870D7" w14:textId="77777777" w:rsidR="00F50B1C" w:rsidRDefault="00F50B1C" w:rsidP="000A691D">
      <w:pPr>
        <w:pStyle w:val="Heading2"/>
      </w:pPr>
      <w:bookmarkStart w:id="22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2"/>
    </w:p>
    <w:p w14:paraId="49EDC71D" w14:textId="77777777" w:rsidR="00F50B1C" w:rsidRPr="00F50B1C" w:rsidRDefault="009832CD" w:rsidP="000A691D">
      <w:pPr>
        <w:pStyle w:val="BodyText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14:paraId="41FC89AA" w14:textId="77777777" w:rsidR="00F50B1C" w:rsidRDefault="006A2AB1" w:rsidP="00F50B1C">
      <w:pPr>
        <w:pStyle w:val="Heading1"/>
      </w:pPr>
      <w:bookmarkStart w:id="23" w:name="_Toc216489712"/>
      <w:bookmarkStart w:id="24" w:name="_Toc197439978"/>
      <w:r>
        <w:t>Issues</w:t>
      </w:r>
      <w:bookmarkEnd w:id="23"/>
      <w:r>
        <w:t xml:space="preserve"> of responsibility</w:t>
      </w:r>
      <w:bookmarkEnd w:id="24"/>
    </w:p>
    <w:p w14:paraId="103A0857" w14:textId="77777777" w:rsidR="00855820" w:rsidRPr="00855820" w:rsidRDefault="00855820" w:rsidP="00855820">
      <w:pPr>
        <w:pStyle w:val="Heading2"/>
      </w:pPr>
      <w:bookmarkStart w:id="25" w:name="_Toc197439979"/>
      <w:r>
        <w:t>Inability to monitor</w:t>
      </w:r>
      <w:bookmarkEnd w:id="25"/>
    </w:p>
    <w:p w14:paraId="1D5EB352" w14:textId="77777777"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14:paraId="55120FBA" w14:textId="77777777"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r w:rsidR="002752C2" w:rsidRPr="000A691D">
        <w:t xml:space="preserve">; </w:t>
      </w:r>
      <w:r w:rsidR="00855820">
        <w:t xml:space="preserve"> or</w:t>
      </w:r>
    </w:p>
    <w:p w14:paraId="30F24297" w14:textId="77777777"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58F16389" w14:textId="77777777" w:rsidR="00855820" w:rsidRDefault="00855820" w:rsidP="00855820">
      <w:pPr>
        <w:pStyle w:val="Heading2"/>
      </w:pPr>
      <w:bookmarkStart w:id="26" w:name="_Toc197439980"/>
      <w:r>
        <w:t>Marking</w:t>
      </w:r>
      <w:bookmarkEnd w:id="26"/>
    </w:p>
    <w:p w14:paraId="3F845FF4" w14:textId="77777777"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C9B9878" w14:textId="77777777" w:rsidR="009266D1" w:rsidRDefault="009266D1" w:rsidP="009E1230">
      <w:r>
        <w:separator/>
      </w:r>
    </w:p>
  </w:endnote>
  <w:endnote w:type="continuationSeparator" w:id="0">
    <w:p w14:paraId="06AD28DD" w14:textId="77777777" w:rsidR="009266D1" w:rsidRDefault="009266D1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E5B17" w14:textId="77777777" w:rsidR="005D7142" w:rsidRDefault="005D714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E3B8D" w14:textId="77777777"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864D0A" w:rsidRPr="008136BC">
      <w:rPr>
        <w:lang w:val="en-US"/>
      </w:rPr>
      <w:fldChar w:fldCharType="separate"/>
    </w:r>
    <w:r w:rsidR="005D7142">
      <w:rPr>
        <w:noProof/>
        <w:lang w:val="en-US"/>
      </w:rPr>
      <w:t>5</w:t>
    </w:r>
    <w:r w:rsidR="00864D0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864D0A" w:rsidRPr="008136BC">
      <w:rPr>
        <w:lang w:val="en-US"/>
      </w:rPr>
      <w:fldChar w:fldCharType="separate"/>
    </w:r>
    <w:r w:rsidR="005D7142">
      <w:rPr>
        <w:noProof/>
        <w:lang w:val="en-US"/>
      </w:rPr>
      <w:t>5</w:t>
    </w:r>
    <w:r w:rsidR="00864D0A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0EDD7" w14:textId="77777777" w:rsidR="005D7142" w:rsidRDefault="005D71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0327F84" w14:textId="77777777" w:rsidR="009266D1" w:rsidRDefault="009266D1" w:rsidP="009E1230">
      <w:r>
        <w:separator/>
      </w:r>
    </w:p>
  </w:footnote>
  <w:footnote w:type="continuationSeparator" w:id="0">
    <w:p w14:paraId="7A3580E1" w14:textId="77777777" w:rsidR="009266D1" w:rsidRDefault="009266D1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C3D42" w14:textId="77777777" w:rsidR="005D7142" w:rsidRDefault="005D714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145C5" w14:textId="77777777"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14:paraId="352E8D07" w14:textId="77777777"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14:paraId="55E5260D" w14:textId="77777777" w:rsidR="009653BC" w:rsidRDefault="009653BC" w:rsidP="00AB2F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3868F" w14:textId="77777777" w:rsidR="005D7142" w:rsidRDefault="005D7142" w:rsidP="00686A29">
    <w:pPr>
      <w:pStyle w:val="Header"/>
      <w:jc w:val="right"/>
      <w:rPr>
        <w:lang w:val="en-US"/>
      </w:rPr>
    </w:pPr>
    <w:r>
      <w:rPr>
        <w:lang w:val="en-US"/>
      </w:rPr>
      <w:t>ANM20/WG1/WP2</w:t>
    </w:r>
    <w:bookmarkStart w:id="27" w:name="_GoBack"/>
    <w:bookmarkEnd w:id="27"/>
  </w:p>
  <w:p w14:paraId="15DE1C9B" w14:textId="77777777" w:rsidR="009653BC" w:rsidRPr="00686A29" w:rsidRDefault="005D7142" w:rsidP="00686A29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947A85">
      <w:rPr>
        <w:lang w:val="en-US"/>
      </w:rPr>
      <w:t>ANM19/52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142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F98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  <w:pPr>
      <w:numPr>
        <w:numId w:val="2"/>
      </w:numPr>
    </w:pPr>
  </w:style>
  <w:style w:type="numbering" w:customStyle="1" w:styleId="FootnoteText">
    <w:name w:val="ArticleSec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55D7-8C75-9F44-BDC5-E6D46572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\Users\SOUSA RODRIGUES\Documents\anm 16\Recommendation Template_Mar11.dotx</Template>
  <TotalTime>2</TotalTime>
  <Pages>5</Pages>
  <Words>726</Words>
  <Characters>4142</Characters>
  <Application>Microsoft Macintosh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4859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/>
  <cp:revision>3</cp:revision>
  <cp:lastPrinted>2008-12-16T06:04:00Z</cp:lastPrinted>
  <dcterms:created xsi:type="dcterms:W3CDTF">2012-11-12T23:53:00Z</dcterms:created>
  <dcterms:modified xsi:type="dcterms:W3CDTF">2013-04-26T12:08:00Z</dcterms:modified>
</cp:coreProperties>
</file>